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1.检查单：</w:t>
      </w:r>
      <w:r>
        <w:rPr>
          <w:rFonts w:hint="eastAsia" w:ascii="仿宋_GB2312" w:eastAsia="仿宋_GB2312" w:cs="仿宋_GB2312"/>
          <w:sz w:val="32"/>
          <w:szCs w:val="32"/>
        </w:rPr>
        <w:t>北京市文化市场综合执法总队《宗教活动检查单》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2.检查模块：</w:t>
      </w:r>
      <w:r>
        <w:rPr>
          <w:rFonts w:ascii="仿宋" w:hAnsi="仿宋" w:eastAsia="仿宋" w:cs="仿宋"/>
          <w:sz w:val="30"/>
          <w:szCs w:val="30"/>
        </w:rPr>
        <w:t>宗教</w:t>
      </w:r>
      <w:r>
        <w:rPr>
          <w:rFonts w:hint="eastAsia" w:ascii="仿宋" w:hAnsi="仿宋" w:eastAsia="仿宋" w:cs="仿宋"/>
          <w:sz w:val="30"/>
          <w:szCs w:val="30"/>
        </w:rPr>
        <w:t>活动内容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</w:rPr>
        <w:t>3.检查项：</w:t>
      </w:r>
      <w:r>
        <w:rPr>
          <w:rFonts w:hint="eastAsia" w:ascii="仿宋" w:hAnsi="仿宋" w:eastAsia="仿宋"/>
          <w:sz w:val="30"/>
          <w:szCs w:val="30"/>
        </w:rPr>
        <w:t xml:space="preserve">在宗教活动场所、宗教院校、指定的临时活动地点以外的公共场所、办公场所、生产经营场所传教的行为      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</w:rPr>
        <w:t>4.检查内容：</w:t>
      </w:r>
      <w:r>
        <w:rPr>
          <w:rFonts w:hint="eastAsia" w:ascii="仿宋" w:hAnsi="仿宋" w:eastAsia="仿宋"/>
          <w:sz w:val="30"/>
          <w:szCs w:val="30"/>
        </w:rPr>
        <w:t>是否存在在宗教活动场所、宗教院校、指定的临时活动地点以外的公共场所、办公场所、生产经营场所传教的行为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5.检查标准：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不存在在宗教活动场所、宗教院校、指定的临时活动地点以外的公共场所、办公场所、生产经营场所传教的行为</w:t>
      </w:r>
    </w:p>
    <w:p>
      <w:pPr>
        <w:spacing w:line="560" w:lineRule="exact"/>
        <w:ind w:firstLine="640" w:firstLineChars="200"/>
        <w:rPr>
          <w:rFonts w:ascii="黑体" w:hAnsi="黑体" w:eastAsia="仿宋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不合格情形：</w:t>
      </w:r>
      <w:r>
        <w:rPr>
          <w:rFonts w:hint="eastAsia" w:ascii="仿宋" w:hAnsi="仿宋" w:eastAsia="仿宋"/>
          <w:sz w:val="30"/>
          <w:szCs w:val="30"/>
        </w:rPr>
        <w:t>1.存在在宗教活动场所、宗教院校、指定的临时活动地点以外的</w:t>
      </w:r>
      <w:r>
        <w:rPr>
          <w:rFonts w:hint="eastAsia" w:ascii="仿宋" w:hAnsi="仿宋" w:eastAsia="仿宋"/>
          <w:sz w:val="30"/>
          <w:szCs w:val="30"/>
          <w:lang w:eastAsia="zh-CN"/>
        </w:rPr>
        <w:t>社会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公共场所传教的行为；2.存在在宗教活动场所、宗教院校、指定的临时活动地点以外的办公场所传教的行为；3.存在在宗教活动场所、宗教院校、指定的临时活动地点以外的其他生产经营场所传教的行为。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DAF"/>
    <w:rsid w:val="0000377F"/>
    <w:rsid w:val="00004964"/>
    <w:rsid w:val="00006937"/>
    <w:rsid w:val="00006DCE"/>
    <w:rsid w:val="00006E7B"/>
    <w:rsid w:val="00010F24"/>
    <w:rsid w:val="00014B44"/>
    <w:rsid w:val="00017DB6"/>
    <w:rsid w:val="00023CF4"/>
    <w:rsid w:val="000256CB"/>
    <w:rsid w:val="000265D2"/>
    <w:rsid w:val="0003193C"/>
    <w:rsid w:val="00042708"/>
    <w:rsid w:val="000454D7"/>
    <w:rsid w:val="0004615C"/>
    <w:rsid w:val="000567C1"/>
    <w:rsid w:val="0006239D"/>
    <w:rsid w:val="0006717B"/>
    <w:rsid w:val="0007154F"/>
    <w:rsid w:val="00073431"/>
    <w:rsid w:val="0007703F"/>
    <w:rsid w:val="00081C5A"/>
    <w:rsid w:val="00082A14"/>
    <w:rsid w:val="00085D68"/>
    <w:rsid w:val="00087C56"/>
    <w:rsid w:val="000A0787"/>
    <w:rsid w:val="000A5FEB"/>
    <w:rsid w:val="000A6F74"/>
    <w:rsid w:val="000B0CAE"/>
    <w:rsid w:val="000C319A"/>
    <w:rsid w:val="000C5743"/>
    <w:rsid w:val="000D4C9C"/>
    <w:rsid w:val="000F4192"/>
    <w:rsid w:val="000F50D3"/>
    <w:rsid w:val="0010634E"/>
    <w:rsid w:val="001066AE"/>
    <w:rsid w:val="001145F8"/>
    <w:rsid w:val="00117300"/>
    <w:rsid w:val="00121436"/>
    <w:rsid w:val="00130252"/>
    <w:rsid w:val="001302E0"/>
    <w:rsid w:val="001322D8"/>
    <w:rsid w:val="001335A3"/>
    <w:rsid w:val="00134288"/>
    <w:rsid w:val="00147D69"/>
    <w:rsid w:val="001503AC"/>
    <w:rsid w:val="00156451"/>
    <w:rsid w:val="001638C6"/>
    <w:rsid w:val="00165AC6"/>
    <w:rsid w:val="001663ED"/>
    <w:rsid w:val="001779C9"/>
    <w:rsid w:val="001804EC"/>
    <w:rsid w:val="001820EF"/>
    <w:rsid w:val="00187674"/>
    <w:rsid w:val="001B3F3C"/>
    <w:rsid w:val="001B5FFC"/>
    <w:rsid w:val="001B730C"/>
    <w:rsid w:val="001C1D2F"/>
    <w:rsid w:val="001C5C8B"/>
    <w:rsid w:val="001C7371"/>
    <w:rsid w:val="001D1FB5"/>
    <w:rsid w:val="001D2B9B"/>
    <w:rsid w:val="001D4132"/>
    <w:rsid w:val="001E01CF"/>
    <w:rsid w:val="001E0949"/>
    <w:rsid w:val="001E4D95"/>
    <w:rsid w:val="001E5E48"/>
    <w:rsid w:val="001E75B8"/>
    <w:rsid w:val="001F099E"/>
    <w:rsid w:val="001F2737"/>
    <w:rsid w:val="001F6CC1"/>
    <w:rsid w:val="002031F7"/>
    <w:rsid w:val="00204454"/>
    <w:rsid w:val="002046F5"/>
    <w:rsid w:val="002051A3"/>
    <w:rsid w:val="00205F36"/>
    <w:rsid w:val="002066EF"/>
    <w:rsid w:val="00213BC3"/>
    <w:rsid w:val="002245EF"/>
    <w:rsid w:val="00225337"/>
    <w:rsid w:val="002307EA"/>
    <w:rsid w:val="00242706"/>
    <w:rsid w:val="00246C7F"/>
    <w:rsid w:val="00246CC0"/>
    <w:rsid w:val="00254F33"/>
    <w:rsid w:val="0026186D"/>
    <w:rsid w:val="00262DAF"/>
    <w:rsid w:val="00265250"/>
    <w:rsid w:val="0026693A"/>
    <w:rsid w:val="00270E18"/>
    <w:rsid w:val="002721A4"/>
    <w:rsid w:val="00274755"/>
    <w:rsid w:val="00282373"/>
    <w:rsid w:val="002901B3"/>
    <w:rsid w:val="0029222F"/>
    <w:rsid w:val="00293962"/>
    <w:rsid w:val="002956F1"/>
    <w:rsid w:val="00296D28"/>
    <w:rsid w:val="002972B3"/>
    <w:rsid w:val="00297AA1"/>
    <w:rsid w:val="002A56EA"/>
    <w:rsid w:val="002A6033"/>
    <w:rsid w:val="002A7B58"/>
    <w:rsid w:val="002B72FE"/>
    <w:rsid w:val="002C2B43"/>
    <w:rsid w:val="002D0D9D"/>
    <w:rsid w:val="002D47AF"/>
    <w:rsid w:val="002E3CC3"/>
    <w:rsid w:val="002F10D9"/>
    <w:rsid w:val="002F1D4F"/>
    <w:rsid w:val="002F222B"/>
    <w:rsid w:val="002F3C0D"/>
    <w:rsid w:val="00306FA2"/>
    <w:rsid w:val="0030770B"/>
    <w:rsid w:val="00311697"/>
    <w:rsid w:val="003116B9"/>
    <w:rsid w:val="00313890"/>
    <w:rsid w:val="00330B6A"/>
    <w:rsid w:val="00331D1F"/>
    <w:rsid w:val="003326D6"/>
    <w:rsid w:val="00335445"/>
    <w:rsid w:val="003364E7"/>
    <w:rsid w:val="0033707A"/>
    <w:rsid w:val="00351535"/>
    <w:rsid w:val="00352862"/>
    <w:rsid w:val="00352BE5"/>
    <w:rsid w:val="003536B9"/>
    <w:rsid w:val="003538A7"/>
    <w:rsid w:val="0035411D"/>
    <w:rsid w:val="003648CC"/>
    <w:rsid w:val="003655C0"/>
    <w:rsid w:val="00365F32"/>
    <w:rsid w:val="00366985"/>
    <w:rsid w:val="00380D04"/>
    <w:rsid w:val="003813B0"/>
    <w:rsid w:val="0038545A"/>
    <w:rsid w:val="00387FD8"/>
    <w:rsid w:val="003918D9"/>
    <w:rsid w:val="003A53BB"/>
    <w:rsid w:val="003B405E"/>
    <w:rsid w:val="003C1D98"/>
    <w:rsid w:val="003C4055"/>
    <w:rsid w:val="003C447C"/>
    <w:rsid w:val="003D0CEF"/>
    <w:rsid w:val="003D289C"/>
    <w:rsid w:val="003D33AB"/>
    <w:rsid w:val="003E1644"/>
    <w:rsid w:val="003E4ACF"/>
    <w:rsid w:val="003E5902"/>
    <w:rsid w:val="003E62E3"/>
    <w:rsid w:val="003F04F6"/>
    <w:rsid w:val="003F4279"/>
    <w:rsid w:val="003F5011"/>
    <w:rsid w:val="00403895"/>
    <w:rsid w:val="00405E0D"/>
    <w:rsid w:val="004061F2"/>
    <w:rsid w:val="0040719E"/>
    <w:rsid w:val="004106FA"/>
    <w:rsid w:val="00411DA2"/>
    <w:rsid w:val="004138D0"/>
    <w:rsid w:val="00415217"/>
    <w:rsid w:val="004160C2"/>
    <w:rsid w:val="00425B84"/>
    <w:rsid w:val="00426040"/>
    <w:rsid w:val="00441CC5"/>
    <w:rsid w:val="00446460"/>
    <w:rsid w:val="00453AB4"/>
    <w:rsid w:val="00456875"/>
    <w:rsid w:val="00457A48"/>
    <w:rsid w:val="00471069"/>
    <w:rsid w:val="0047325A"/>
    <w:rsid w:val="00473D26"/>
    <w:rsid w:val="00473DAF"/>
    <w:rsid w:val="00483E34"/>
    <w:rsid w:val="004866A8"/>
    <w:rsid w:val="00490686"/>
    <w:rsid w:val="00495E99"/>
    <w:rsid w:val="004973E6"/>
    <w:rsid w:val="004A1DB1"/>
    <w:rsid w:val="004A4759"/>
    <w:rsid w:val="004A4C13"/>
    <w:rsid w:val="004B0847"/>
    <w:rsid w:val="004B28B5"/>
    <w:rsid w:val="004B2A4C"/>
    <w:rsid w:val="004B2C9A"/>
    <w:rsid w:val="004B3CCC"/>
    <w:rsid w:val="004B5775"/>
    <w:rsid w:val="004B60CD"/>
    <w:rsid w:val="004B63C1"/>
    <w:rsid w:val="004B76E1"/>
    <w:rsid w:val="004C2300"/>
    <w:rsid w:val="004C476B"/>
    <w:rsid w:val="004C53C9"/>
    <w:rsid w:val="004C5552"/>
    <w:rsid w:val="004D096A"/>
    <w:rsid w:val="004D0B7B"/>
    <w:rsid w:val="004D0C7D"/>
    <w:rsid w:val="004E7ED7"/>
    <w:rsid w:val="00503D8B"/>
    <w:rsid w:val="0051258C"/>
    <w:rsid w:val="00514533"/>
    <w:rsid w:val="00520513"/>
    <w:rsid w:val="00520F5D"/>
    <w:rsid w:val="0052440D"/>
    <w:rsid w:val="005320DA"/>
    <w:rsid w:val="00533B26"/>
    <w:rsid w:val="00535000"/>
    <w:rsid w:val="0053501A"/>
    <w:rsid w:val="0053581C"/>
    <w:rsid w:val="00537D59"/>
    <w:rsid w:val="0054023E"/>
    <w:rsid w:val="00547540"/>
    <w:rsid w:val="0055369C"/>
    <w:rsid w:val="0055514A"/>
    <w:rsid w:val="005573B3"/>
    <w:rsid w:val="00561117"/>
    <w:rsid w:val="0056172C"/>
    <w:rsid w:val="005639B1"/>
    <w:rsid w:val="0057398E"/>
    <w:rsid w:val="005761AA"/>
    <w:rsid w:val="00585A46"/>
    <w:rsid w:val="00590B10"/>
    <w:rsid w:val="00593815"/>
    <w:rsid w:val="0059407F"/>
    <w:rsid w:val="005A27CD"/>
    <w:rsid w:val="005C3327"/>
    <w:rsid w:val="005C4154"/>
    <w:rsid w:val="005C422C"/>
    <w:rsid w:val="005C7053"/>
    <w:rsid w:val="005C77EB"/>
    <w:rsid w:val="005D0DFE"/>
    <w:rsid w:val="005D67E0"/>
    <w:rsid w:val="005E0A1E"/>
    <w:rsid w:val="005E5293"/>
    <w:rsid w:val="005E551D"/>
    <w:rsid w:val="005E62B5"/>
    <w:rsid w:val="005F170E"/>
    <w:rsid w:val="005F22F8"/>
    <w:rsid w:val="00601C06"/>
    <w:rsid w:val="00605246"/>
    <w:rsid w:val="00605941"/>
    <w:rsid w:val="00606B77"/>
    <w:rsid w:val="006129AE"/>
    <w:rsid w:val="00614AB1"/>
    <w:rsid w:val="0061764D"/>
    <w:rsid w:val="0062190D"/>
    <w:rsid w:val="0062583C"/>
    <w:rsid w:val="0062595D"/>
    <w:rsid w:val="00632FC2"/>
    <w:rsid w:val="00633E06"/>
    <w:rsid w:val="00635F0F"/>
    <w:rsid w:val="00636266"/>
    <w:rsid w:val="0063750F"/>
    <w:rsid w:val="00645A6C"/>
    <w:rsid w:val="00650413"/>
    <w:rsid w:val="00653A2E"/>
    <w:rsid w:val="00654A74"/>
    <w:rsid w:val="00661F9B"/>
    <w:rsid w:val="00670A1E"/>
    <w:rsid w:val="00677E59"/>
    <w:rsid w:val="00682B0D"/>
    <w:rsid w:val="00682E56"/>
    <w:rsid w:val="00683DD7"/>
    <w:rsid w:val="00685482"/>
    <w:rsid w:val="00687E1E"/>
    <w:rsid w:val="00691FB0"/>
    <w:rsid w:val="006940C9"/>
    <w:rsid w:val="00694894"/>
    <w:rsid w:val="006A5351"/>
    <w:rsid w:val="006B49B7"/>
    <w:rsid w:val="006C18D1"/>
    <w:rsid w:val="006D22BA"/>
    <w:rsid w:val="006D40E9"/>
    <w:rsid w:val="006D465D"/>
    <w:rsid w:val="006E3BE4"/>
    <w:rsid w:val="006F27A4"/>
    <w:rsid w:val="006F2A47"/>
    <w:rsid w:val="006F559E"/>
    <w:rsid w:val="00700376"/>
    <w:rsid w:val="0070164F"/>
    <w:rsid w:val="007063DA"/>
    <w:rsid w:val="007073C8"/>
    <w:rsid w:val="007162B9"/>
    <w:rsid w:val="00737264"/>
    <w:rsid w:val="00742D50"/>
    <w:rsid w:val="00743409"/>
    <w:rsid w:val="00743A03"/>
    <w:rsid w:val="00744786"/>
    <w:rsid w:val="007449F6"/>
    <w:rsid w:val="0075391C"/>
    <w:rsid w:val="00761F31"/>
    <w:rsid w:val="00764713"/>
    <w:rsid w:val="00764A13"/>
    <w:rsid w:val="00767BF3"/>
    <w:rsid w:val="0077056F"/>
    <w:rsid w:val="0077182F"/>
    <w:rsid w:val="00790886"/>
    <w:rsid w:val="00790C05"/>
    <w:rsid w:val="007912BD"/>
    <w:rsid w:val="00793D5E"/>
    <w:rsid w:val="00794BCC"/>
    <w:rsid w:val="00797DC2"/>
    <w:rsid w:val="007A26CE"/>
    <w:rsid w:val="007A658A"/>
    <w:rsid w:val="007A782A"/>
    <w:rsid w:val="007B2F2C"/>
    <w:rsid w:val="007B317F"/>
    <w:rsid w:val="007B6DD7"/>
    <w:rsid w:val="007C2DC5"/>
    <w:rsid w:val="007C30AE"/>
    <w:rsid w:val="007D02CE"/>
    <w:rsid w:val="007D33C5"/>
    <w:rsid w:val="007D3E61"/>
    <w:rsid w:val="007D7583"/>
    <w:rsid w:val="007D7D53"/>
    <w:rsid w:val="007E676B"/>
    <w:rsid w:val="007F1348"/>
    <w:rsid w:val="00807C21"/>
    <w:rsid w:val="0081153C"/>
    <w:rsid w:val="00820281"/>
    <w:rsid w:val="00822087"/>
    <w:rsid w:val="00826510"/>
    <w:rsid w:val="008265C3"/>
    <w:rsid w:val="00826EB9"/>
    <w:rsid w:val="008411D1"/>
    <w:rsid w:val="00841A9F"/>
    <w:rsid w:val="00842B16"/>
    <w:rsid w:val="008459A1"/>
    <w:rsid w:val="00847F4E"/>
    <w:rsid w:val="00855A28"/>
    <w:rsid w:val="00855EDB"/>
    <w:rsid w:val="008643E8"/>
    <w:rsid w:val="00867D41"/>
    <w:rsid w:val="00870FA2"/>
    <w:rsid w:val="00875028"/>
    <w:rsid w:val="00877B6A"/>
    <w:rsid w:val="0088085B"/>
    <w:rsid w:val="008813C3"/>
    <w:rsid w:val="00883273"/>
    <w:rsid w:val="008837BF"/>
    <w:rsid w:val="00885A64"/>
    <w:rsid w:val="008A0FE1"/>
    <w:rsid w:val="008B0EE6"/>
    <w:rsid w:val="008B254F"/>
    <w:rsid w:val="008C03CE"/>
    <w:rsid w:val="008D670D"/>
    <w:rsid w:val="008E2F35"/>
    <w:rsid w:val="008F374F"/>
    <w:rsid w:val="008F5C01"/>
    <w:rsid w:val="008F7E36"/>
    <w:rsid w:val="009002B7"/>
    <w:rsid w:val="00900A2A"/>
    <w:rsid w:val="00902A8C"/>
    <w:rsid w:val="00902BD1"/>
    <w:rsid w:val="0091099C"/>
    <w:rsid w:val="009359D4"/>
    <w:rsid w:val="0093607E"/>
    <w:rsid w:val="0093765E"/>
    <w:rsid w:val="00941664"/>
    <w:rsid w:val="0094197B"/>
    <w:rsid w:val="0094574D"/>
    <w:rsid w:val="00945BB4"/>
    <w:rsid w:val="00956449"/>
    <w:rsid w:val="00961BCD"/>
    <w:rsid w:val="00972FA9"/>
    <w:rsid w:val="0097427D"/>
    <w:rsid w:val="00993433"/>
    <w:rsid w:val="009A0DF1"/>
    <w:rsid w:val="009A5881"/>
    <w:rsid w:val="009B06BC"/>
    <w:rsid w:val="009B4D0A"/>
    <w:rsid w:val="009C0785"/>
    <w:rsid w:val="009C27E2"/>
    <w:rsid w:val="009C302E"/>
    <w:rsid w:val="009C4093"/>
    <w:rsid w:val="009C6AC9"/>
    <w:rsid w:val="009D12E3"/>
    <w:rsid w:val="009D1D7A"/>
    <w:rsid w:val="009D6884"/>
    <w:rsid w:val="009D74E2"/>
    <w:rsid w:val="009E064A"/>
    <w:rsid w:val="009E2EB2"/>
    <w:rsid w:val="009F1212"/>
    <w:rsid w:val="009F5AFF"/>
    <w:rsid w:val="00A0616F"/>
    <w:rsid w:val="00A07FBB"/>
    <w:rsid w:val="00A13563"/>
    <w:rsid w:val="00A15869"/>
    <w:rsid w:val="00A242D3"/>
    <w:rsid w:val="00A24F6A"/>
    <w:rsid w:val="00A24FAF"/>
    <w:rsid w:val="00A25673"/>
    <w:rsid w:val="00A25B14"/>
    <w:rsid w:val="00A42B9D"/>
    <w:rsid w:val="00A446A5"/>
    <w:rsid w:val="00A46CB6"/>
    <w:rsid w:val="00A52023"/>
    <w:rsid w:val="00A52AF4"/>
    <w:rsid w:val="00A56000"/>
    <w:rsid w:val="00A61E38"/>
    <w:rsid w:val="00A646C0"/>
    <w:rsid w:val="00A730F0"/>
    <w:rsid w:val="00A9155F"/>
    <w:rsid w:val="00A91DE4"/>
    <w:rsid w:val="00AA240B"/>
    <w:rsid w:val="00AA2AD8"/>
    <w:rsid w:val="00AA3F2A"/>
    <w:rsid w:val="00AA41FA"/>
    <w:rsid w:val="00AB2AD2"/>
    <w:rsid w:val="00AB3FAB"/>
    <w:rsid w:val="00AB6C7D"/>
    <w:rsid w:val="00AC263D"/>
    <w:rsid w:val="00AC46FC"/>
    <w:rsid w:val="00AC5687"/>
    <w:rsid w:val="00AD40F5"/>
    <w:rsid w:val="00AE4329"/>
    <w:rsid w:val="00AE5677"/>
    <w:rsid w:val="00AE7F67"/>
    <w:rsid w:val="00AF0064"/>
    <w:rsid w:val="00AF1E91"/>
    <w:rsid w:val="00AF61F7"/>
    <w:rsid w:val="00AF7C2F"/>
    <w:rsid w:val="00B01070"/>
    <w:rsid w:val="00B01F1E"/>
    <w:rsid w:val="00B0294E"/>
    <w:rsid w:val="00B02E6F"/>
    <w:rsid w:val="00B04D79"/>
    <w:rsid w:val="00B05133"/>
    <w:rsid w:val="00B05972"/>
    <w:rsid w:val="00B0781A"/>
    <w:rsid w:val="00B14E3A"/>
    <w:rsid w:val="00B1527E"/>
    <w:rsid w:val="00B157A5"/>
    <w:rsid w:val="00B16C55"/>
    <w:rsid w:val="00B20AE0"/>
    <w:rsid w:val="00B25B93"/>
    <w:rsid w:val="00B25E24"/>
    <w:rsid w:val="00B2637C"/>
    <w:rsid w:val="00B30BA1"/>
    <w:rsid w:val="00B34FAB"/>
    <w:rsid w:val="00B40F33"/>
    <w:rsid w:val="00B42573"/>
    <w:rsid w:val="00B47C7A"/>
    <w:rsid w:val="00B5183C"/>
    <w:rsid w:val="00B55047"/>
    <w:rsid w:val="00B55876"/>
    <w:rsid w:val="00B62A6F"/>
    <w:rsid w:val="00B70275"/>
    <w:rsid w:val="00B70661"/>
    <w:rsid w:val="00B745F7"/>
    <w:rsid w:val="00B8138C"/>
    <w:rsid w:val="00B87D2F"/>
    <w:rsid w:val="00B90588"/>
    <w:rsid w:val="00B9436E"/>
    <w:rsid w:val="00B95587"/>
    <w:rsid w:val="00B95634"/>
    <w:rsid w:val="00BB2412"/>
    <w:rsid w:val="00BB55D1"/>
    <w:rsid w:val="00BB601D"/>
    <w:rsid w:val="00BC2FC2"/>
    <w:rsid w:val="00BD1440"/>
    <w:rsid w:val="00BD3C58"/>
    <w:rsid w:val="00BD4202"/>
    <w:rsid w:val="00BE5A62"/>
    <w:rsid w:val="00BF04AE"/>
    <w:rsid w:val="00BF71AE"/>
    <w:rsid w:val="00C01D2D"/>
    <w:rsid w:val="00C01FD0"/>
    <w:rsid w:val="00C10ACF"/>
    <w:rsid w:val="00C21DBC"/>
    <w:rsid w:val="00C31DF3"/>
    <w:rsid w:val="00C364C3"/>
    <w:rsid w:val="00C42056"/>
    <w:rsid w:val="00C43580"/>
    <w:rsid w:val="00C43FA7"/>
    <w:rsid w:val="00C47328"/>
    <w:rsid w:val="00C555F6"/>
    <w:rsid w:val="00C63335"/>
    <w:rsid w:val="00C71915"/>
    <w:rsid w:val="00C73120"/>
    <w:rsid w:val="00C83177"/>
    <w:rsid w:val="00C977A3"/>
    <w:rsid w:val="00CA1E23"/>
    <w:rsid w:val="00CA356C"/>
    <w:rsid w:val="00CA5A8E"/>
    <w:rsid w:val="00CB3246"/>
    <w:rsid w:val="00CC09BF"/>
    <w:rsid w:val="00CC6AE7"/>
    <w:rsid w:val="00CD4306"/>
    <w:rsid w:val="00CD5911"/>
    <w:rsid w:val="00CD7C2F"/>
    <w:rsid w:val="00CE374F"/>
    <w:rsid w:val="00CF6F55"/>
    <w:rsid w:val="00D00DA5"/>
    <w:rsid w:val="00D073DA"/>
    <w:rsid w:val="00D10CED"/>
    <w:rsid w:val="00D11AD9"/>
    <w:rsid w:val="00D129BA"/>
    <w:rsid w:val="00D140DB"/>
    <w:rsid w:val="00D14CB2"/>
    <w:rsid w:val="00D1633B"/>
    <w:rsid w:val="00D17A7D"/>
    <w:rsid w:val="00D23FEC"/>
    <w:rsid w:val="00D265AA"/>
    <w:rsid w:val="00D34B13"/>
    <w:rsid w:val="00D35C17"/>
    <w:rsid w:val="00D36DA5"/>
    <w:rsid w:val="00D46589"/>
    <w:rsid w:val="00D51E82"/>
    <w:rsid w:val="00D62DDC"/>
    <w:rsid w:val="00D631DA"/>
    <w:rsid w:val="00D8153B"/>
    <w:rsid w:val="00D82E1A"/>
    <w:rsid w:val="00D8478D"/>
    <w:rsid w:val="00D84D7A"/>
    <w:rsid w:val="00D84DCB"/>
    <w:rsid w:val="00D906AA"/>
    <w:rsid w:val="00D948DE"/>
    <w:rsid w:val="00D9590D"/>
    <w:rsid w:val="00DA04CB"/>
    <w:rsid w:val="00DA27B6"/>
    <w:rsid w:val="00DA30A5"/>
    <w:rsid w:val="00DA6001"/>
    <w:rsid w:val="00DC2428"/>
    <w:rsid w:val="00DC2429"/>
    <w:rsid w:val="00DC3EB7"/>
    <w:rsid w:val="00DC68AC"/>
    <w:rsid w:val="00DD1494"/>
    <w:rsid w:val="00DD326E"/>
    <w:rsid w:val="00DD5632"/>
    <w:rsid w:val="00DD6DE6"/>
    <w:rsid w:val="00DE1EEA"/>
    <w:rsid w:val="00DE39BA"/>
    <w:rsid w:val="00DE6AF1"/>
    <w:rsid w:val="00DF0985"/>
    <w:rsid w:val="00DF6BA2"/>
    <w:rsid w:val="00E053D8"/>
    <w:rsid w:val="00E101BB"/>
    <w:rsid w:val="00E13234"/>
    <w:rsid w:val="00E176D5"/>
    <w:rsid w:val="00E20FC6"/>
    <w:rsid w:val="00E25864"/>
    <w:rsid w:val="00E26E2D"/>
    <w:rsid w:val="00E302F0"/>
    <w:rsid w:val="00E34C92"/>
    <w:rsid w:val="00E36FCF"/>
    <w:rsid w:val="00E42DAE"/>
    <w:rsid w:val="00E43AD4"/>
    <w:rsid w:val="00E47286"/>
    <w:rsid w:val="00E5470D"/>
    <w:rsid w:val="00E558F4"/>
    <w:rsid w:val="00E56304"/>
    <w:rsid w:val="00E609F9"/>
    <w:rsid w:val="00E630BD"/>
    <w:rsid w:val="00E637E7"/>
    <w:rsid w:val="00E740AD"/>
    <w:rsid w:val="00E77781"/>
    <w:rsid w:val="00E83928"/>
    <w:rsid w:val="00E85D9A"/>
    <w:rsid w:val="00E96231"/>
    <w:rsid w:val="00E97044"/>
    <w:rsid w:val="00EA5A8A"/>
    <w:rsid w:val="00EA692E"/>
    <w:rsid w:val="00EB2F59"/>
    <w:rsid w:val="00EB60E8"/>
    <w:rsid w:val="00EC1D8D"/>
    <w:rsid w:val="00EC4262"/>
    <w:rsid w:val="00EC6032"/>
    <w:rsid w:val="00EC6462"/>
    <w:rsid w:val="00ED34F9"/>
    <w:rsid w:val="00ED7215"/>
    <w:rsid w:val="00EE3B9B"/>
    <w:rsid w:val="00EE7019"/>
    <w:rsid w:val="00EF1325"/>
    <w:rsid w:val="00EF3925"/>
    <w:rsid w:val="00F04870"/>
    <w:rsid w:val="00F11ECD"/>
    <w:rsid w:val="00F2042B"/>
    <w:rsid w:val="00F20C3A"/>
    <w:rsid w:val="00F318F6"/>
    <w:rsid w:val="00F34FFE"/>
    <w:rsid w:val="00F451AB"/>
    <w:rsid w:val="00F46E65"/>
    <w:rsid w:val="00F555E7"/>
    <w:rsid w:val="00F558C2"/>
    <w:rsid w:val="00F56F82"/>
    <w:rsid w:val="00F61437"/>
    <w:rsid w:val="00F64943"/>
    <w:rsid w:val="00F70FD4"/>
    <w:rsid w:val="00F73E99"/>
    <w:rsid w:val="00F75DE6"/>
    <w:rsid w:val="00F76B7B"/>
    <w:rsid w:val="00F8104D"/>
    <w:rsid w:val="00F83C57"/>
    <w:rsid w:val="00F84C8A"/>
    <w:rsid w:val="00F84DB2"/>
    <w:rsid w:val="00F86772"/>
    <w:rsid w:val="00F87CBA"/>
    <w:rsid w:val="00F904BD"/>
    <w:rsid w:val="00F9236D"/>
    <w:rsid w:val="00F95604"/>
    <w:rsid w:val="00FA6582"/>
    <w:rsid w:val="00FB3B7F"/>
    <w:rsid w:val="00FB4B2B"/>
    <w:rsid w:val="00FB620E"/>
    <w:rsid w:val="00FB7A5C"/>
    <w:rsid w:val="00FB7D7C"/>
    <w:rsid w:val="00FC45BA"/>
    <w:rsid w:val="00FC5D28"/>
    <w:rsid w:val="00FD2553"/>
    <w:rsid w:val="00FD5B5F"/>
    <w:rsid w:val="00FE4184"/>
    <w:rsid w:val="00FE64BA"/>
    <w:rsid w:val="00FF54B7"/>
    <w:rsid w:val="F7DEB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52</Words>
  <Characters>299</Characters>
  <Lines>2</Lines>
  <Paragraphs>1</Paragraphs>
  <TotalTime>19</TotalTime>
  <ScaleCrop>false</ScaleCrop>
  <LinksUpToDate>false</LinksUpToDate>
  <CharactersWithSpaces>350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2021-09-10T14:09:00Z</dcterms:created>
  <dc:creator>徐　鑫</dc:creator>
  <cp:lastModifiedBy>鑫者无疆01</cp:lastModifiedBy>
  <dcterms:modified xsi:type="dcterms:W3CDTF">2025-07-15T17:59:58Z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6A04A8600D4765169E267668840B468B_42</vt:lpwstr>
  </property>
</Properties>
</file>